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4FF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AD5B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8CF73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F25CE">
        <w:rPr>
          <w:rFonts w:ascii="Corbel" w:hAnsi="Corbel"/>
          <w:b/>
          <w:smallCaps/>
          <w:sz w:val="24"/>
          <w:szCs w:val="24"/>
        </w:rPr>
        <w:t>20</w:t>
      </w:r>
      <w:r w:rsidR="004C3F3F">
        <w:rPr>
          <w:rFonts w:ascii="Corbel" w:hAnsi="Corbel"/>
          <w:b/>
          <w:smallCaps/>
          <w:sz w:val="24"/>
          <w:szCs w:val="24"/>
        </w:rPr>
        <w:t>19</w:t>
      </w:r>
      <w:r w:rsidR="004F25CE">
        <w:rPr>
          <w:rFonts w:ascii="Corbel" w:hAnsi="Corbel"/>
          <w:b/>
          <w:smallCaps/>
          <w:sz w:val="24"/>
          <w:szCs w:val="24"/>
        </w:rPr>
        <w:t>-202</w:t>
      </w:r>
      <w:r w:rsidR="004C3F3F">
        <w:rPr>
          <w:rFonts w:ascii="Corbel" w:hAnsi="Corbel"/>
          <w:b/>
          <w:smallCaps/>
          <w:sz w:val="24"/>
          <w:szCs w:val="24"/>
        </w:rPr>
        <w:t>2</w:t>
      </w:r>
    </w:p>
    <w:p w14:paraId="6AF4119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053417E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7520A8">
        <w:rPr>
          <w:rFonts w:ascii="Corbel" w:hAnsi="Corbel"/>
          <w:sz w:val="20"/>
          <w:szCs w:val="20"/>
        </w:rPr>
        <w:t>20</w:t>
      </w:r>
      <w:r w:rsidR="004660E1">
        <w:rPr>
          <w:rFonts w:ascii="Corbel" w:hAnsi="Corbel"/>
          <w:sz w:val="20"/>
          <w:szCs w:val="20"/>
        </w:rPr>
        <w:t>2</w:t>
      </w:r>
      <w:r w:rsidR="004C3F3F">
        <w:rPr>
          <w:rFonts w:ascii="Corbel" w:hAnsi="Corbel"/>
          <w:sz w:val="20"/>
          <w:szCs w:val="20"/>
        </w:rPr>
        <w:t>0</w:t>
      </w:r>
      <w:r w:rsidR="007520A8">
        <w:rPr>
          <w:rFonts w:ascii="Corbel" w:hAnsi="Corbel"/>
          <w:sz w:val="20"/>
          <w:szCs w:val="20"/>
        </w:rPr>
        <w:t>-202</w:t>
      </w:r>
      <w:r w:rsidR="004C3F3F">
        <w:rPr>
          <w:rFonts w:ascii="Corbel" w:hAnsi="Corbel"/>
          <w:sz w:val="20"/>
          <w:szCs w:val="20"/>
        </w:rPr>
        <w:t>1</w:t>
      </w:r>
    </w:p>
    <w:p w14:paraId="050459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64E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536"/>
      </w:tblGrid>
      <w:tr w:rsidR="0085747A" w:rsidRPr="009C54AE" w14:paraId="7CB547C6" w14:textId="77777777" w:rsidTr="004660E1">
        <w:tc>
          <w:tcPr>
            <w:tcW w:w="5245" w:type="dxa"/>
            <w:vAlign w:val="center"/>
          </w:tcPr>
          <w:p w14:paraId="0E33A766" w14:textId="77777777" w:rsidR="0085747A" w:rsidRPr="007C30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36" w:type="dxa"/>
            <w:vAlign w:val="center"/>
          </w:tcPr>
          <w:p w14:paraId="6EA9A1E9" w14:textId="77777777" w:rsidR="0085747A" w:rsidRPr="009C54AE" w:rsidRDefault="007520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czasem</w:t>
            </w:r>
          </w:p>
        </w:tc>
      </w:tr>
      <w:tr w:rsidR="0085747A" w:rsidRPr="009C54AE" w14:paraId="2D67FDD1" w14:textId="77777777" w:rsidTr="004660E1">
        <w:tc>
          <w:tcPr>
            <w:tcW w:w="5245" w:type="dxa"/>
            <w:vAlign w:val="center"/>
          </w:tcPr>
          <w:p w14:paraId="518F78EE" w14:textId="77777777" w:rsidR="0085747A" w:rsidRPr="007C30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30D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36" w:type="dxa"/>
            <w:vAlign w:val="center"/>
          </w:tcPr>
          <w:p w14:paraId="081F2200" w14:textId="77777777" w:rsidR="0085747A" w:rsidRPr="004F25CE" w:rsidRDefault="00D96573" w:rsidP="00E1741F">
            <w:pPr>
              <w:pStyle w:val="Podpunkty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 w:rsidR="00E1741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5FD549B" w14:textId="77777777" w:rsidTr="004660E1">
        <w:tc>
          <w:tcPr>
            <w:tcW w:w="5245" w:type="dxa"/>
            <w:vAlign w:val="center"/>
          </w:tcPr>
          <w:p w14:paraId="09810E06" w14:textId="77777777" w:rsidR="0085747A" w:rsidRPr="007C30D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C30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36" w:type="dxa"/>
            <w:vAlign w:val="center"/>
          </w:tcPr>
          <w:p w14:paraId="3703C084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6098E1" w14:textId="77777777" w:rsidTr="004660E1">
        <w:tc>
          <w:tcPr>
            <w:tcW w:w="5245" w:type="dxa"/>
            <w:vAlign w:val="center"/>
          </w:tcPr>
          <w:p w14:paraId="02A3912F" w14:textId="77777777" w:rsidR="0085747A" w:rsidRPr="007C30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36" w:type="dxa"/>
            <w:vAlign w:val="center"/>
          </w:tcPr>
          <w:p w14:paraId="58056781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AA6651" w14:textId="77777777" w:rsidTr="004660E1">
        <w:tc>
          <w:tcPr>
            <w:tcW w:w="5245" w:type="dxa"/>
            <w:vAlign w:val="center"/>
          </w:tcPr>
          <w:p w14:paraId="2ED5D87D" w14:textId="77777777" w:rsidR="0085747A" w:rsidRPr="007C30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36" w:type="dxa"/>
            <w:vAlign w:val="center"/>
          </w:tcPr>
          <w:p w14:paraId="5CDF0AB3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769255A" w14:textId="77777777" w:rsidTr="004660E1">
        <w:tc>
          <w:tcPr>
            <w:tcW w:w="5245" w:type="dxa"/>
            <w:vAlign w:val="center"/>
          </w:tcPr>
          <w:p w14:paraId="6B2423D7" w14:textId="77777777" w:rsidR="0085747A" w:rsidRPr="007C30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36" w:type="dxa"/>
            <w:vAlign w:val="center"/>
          </w:tcPr>
          <w:p w14:paraId="647FD707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F2B33D8" w14:textId="77777777" w:rsidTr="004660E1">
        <w:tc>
          <w:tcPr>
            <w:tcW w:w="5245" w:type="dxa"/>
            <w:vAlign w:val="center"/>
          </w:tcPr>
          <w:p w14:paraId="37CAA033" w14:textId="77777777" w:rsidR="0085747A" w:rsidRPr="007C30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36" w:type="dxa"/>
            <w:vAlign w:val="center"/>
          </w:tcPr>
          <w:p w14:paraId="73708856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D06151B" w14:textId="77777777" w:rsidTr="004660E1">
        <w:tc>
          <w:tcPr>
            <w:tcW w:w="5245" w:type="dxa"/>
            <w:vAlign w:val="center"/>
          </w:tcPr>
          <w:p w14:paraId="7770AED2" w14:textId="77777777" w:rsidR="0085747A" w:rsidRPr="007C30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36" w:type="dxa"/>
            <w:vAlign w:val="center"/>
          </w:tcPr>
          <w:p w14:paraId="38EFA7D3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A43622" w14:textId="77777777" w:rsidTr="004660E1">
        <w:tc>
          <w:tcPr>
            <w:tcW w:w="5245" w:type="dxa"/>
            <w:vAlign w:val="center"/>
          </w:tcPr>
          <w:p w14:paraId="4D648346" w14:textId="77777777" w:rsidR="0085747A" w:rsidRPr="007C30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C30DC">
              <w:rPr>
                <w:rFonts w:ascii="Corbel" w:hAnsi="Corbel"/>
                <w:sz w:val="24"/>
                <w:szCs w:val="24"/>
              </w:rPr>
              <w:t>/y</w:t>
            </w:r>
            <w:r w:rsidRPr="007C30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  <w:vAlign w:val="center"/>
          </w:tcPr>
          <w:p w14:paraId="240D05CC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4728C1E5" w14:textId="77777777" w:rsidTr="004660E1">
        <w:tc>
          <w:tcPr>
            <w:tcW w:w="5245" w:type="dxa"/>
            <w:vAlign w:val="center"/>
          </w:tcPr>
          <w:p w14:paraId="10BD73B9" w14:textId="77777777" w:rsidR="0085747A" w:rsidRPr="007C30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36" w:type="dxa"/>
            <w:vAlign w:val="center"/>
          </w:tcPr>
          <w:p w14:paraId="4F0D2A9E" w14:textId="77777777" w:rsidR="0085747A" w:rsidRPr="009C54AE" w:rsidRDefault="00466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D411DED" w14:textId="77777777" w:rsidTr="004660E1">
        <w:tc>
          <w:tcPr>
            <w:tcW w:w="5245" w:type="dxa"/>
            <w:vAlign w:val="center"/>
          </w:tcPr>
          <w:p w14:paraId="01A34783" w14:textId="77777777" w:rsidR="00923D7D" w:rsidRPr="007C30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36" w:type="dxa"/>
            <w:vAlign w:val="center"/>
          </w:tcPr>
          <w:p w14:paraId="6FFB0D7B" w14:textId="77777777" w:rsidR="00923D7D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236B633B" w14:textId="77777777" w:rsidTr="004660E1">
        <w:tc>
          <w:tcPr>
            <w:tcW w:w="5245" w:type="dxa"/>
            <w:vAlign w:val="center"/>
          </w:tcPr>
          <w:p w14:paraId="1625BDE1" w14:textId="77777777" w:rsidR="0085747A" w:rsidRPr="007C30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36" w:type="dxa"/>
            <w:vAlign w:val="center"/>
          </w:tcPr>
          <w:p w14:paraId="40F21DBB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85747A" w:rsidRPr="009C54AE" w14:paraId="2043C877" w14:textId="77777777" w:rsidTr="004660E1">
        <w:tc>
          <w:tcPr>
            <w:tcW w:w="5245" w:type="dxa"/>
            <w:vAlign w:val="center"/>
          </w:tcPr>
          <w:p w14:paraId="69CA8F2B" w14:textId="77777777" w:rsidR="0085747A" w:rsidRPr="007C30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36" w:type="dxa"/>
            <w:vAlign w:val="center"/>
          </w:tcPr>
          <w:p w14:paraId="1AE3626E" w14:textId="77777777" w:rsidR="0085747A" w:rsidRPr="009C54AE" w:rsidRDefault="004F2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636E410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C2053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4F98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07FFA2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E356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Semestr</w:t>
            </w:r>
          </w:p>
          <w:p w14:paraId="30FA4BE9" w14:textId="77777777" w:rsidR="00015B8F" w:rsidRPr="007C30D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(</w:t>
            </w:r>
            <w:r w:rsidR="00363F78" w:rsidRPr="007C30D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F22E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7B98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487D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CE30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B4B2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DF69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BBAD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17E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F9DA" w14:textId="77777777" w:rsidR="00015B8F" w:rsidRPr="007C30D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30DC">
              <w:rPr>
                <w:rFonts w:ascii="Corbel" w:hAnsi="Corbel"/>
                <w:b/>
                <w:szCs w:val="24"/>
              </w:rPr>
              <w:t>Liczba pkt</w:t>
            </w:r>
            <w:r w:rsidR="00B90885" w:rsidRPr="007C30DC">
              <w:rPr>
                <w:rFonts w:ascii="Corbel" w:hAnsi="Corbel"/>
                <w:b/>
                <w:szCs w:val="24"/>
              </w:rPr>
              <w:t>.</w:t>
            </w:r>
            <w:r w:rsidRPr="007C30D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421A1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BCAE" w14:textId="77777777" w:rsidR="00015B8F" w:rsidRPr="009C54AE" w:rsidRDefault="004F2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56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C6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9DA8" w14:textId="77777777" w:rsidR="00015B8F" w:rsidRPr="009C54AE" w:rsidRDefault="004F2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FB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93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A8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A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1C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C276" w14:textId="77777777" w:rsidR="00015B8F" w:rsidRPr="009C54AE" w:rsidRDefault="004F2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EF8326" w14:textId="77777777" w:rsidR="00923D7D" w:rsidRPr="009C54AE" w:rsidRDefault="00923D7D" w:rsidP="00385C1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873BB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0BDA71" w14:textId="77777777" w:rsidR="0085747A" w:rsidRPr="009C54AE" w:rsidRDefault="004F25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C7E28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A9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CA6F6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217027" w14:textId="77777777" w:rsidR="009C54AE" w:rsidRDefault="00D965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6D873E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E3B9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9C54AE" w14:paraId="456A69E2" w14:textId="77777777" w:rsidTr="00322519">
        <w:tc>
          <w:tcPr>
            <w:tcW w:w="10065" w:type="dxa"/>
          </w:tcPr>
          <w:p w14:paraId="4355960E" w14:textId="77777777" w:rsidR="0085747A" w:rsidRPr="009C54AE" w:rsidRDefault="0059250F" w:rsidP="00991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socjologii i psychologii ogólnej, rozwojowej oraz</w:t>
            </w:r>
            <w:r w:rsidR="003225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społecznej.</w:t>
            </w:r>
          </w:p>
        </w:tc>
      </w:tr>
    </w:tbl>
    <w:p w14:paraId="1E6CD1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4E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2CC252B" w14:textId="77777777" w:rsidR="00F83B28" w:rsidRPr="00322519" w:rsidRDefault="0071620A" w:rsidP="0032251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47B10DF" w14:textId="77777777" w:rsidTr="00923D7D">
        <w:tc>
          <w:tcPr>
            <w:tcW w:w="851" w:type="dxa"/>
            <w:vAlign w:val="center"/>
          </w:tcPr>
          <w:p w14:paraId="7CBAC67F" w14:textId="77777777" w:rsidR="0085747A" w:rsidRPr="007C30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30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5DFB36" w14:textId="77777777" w:rsidR="0085747A" w:rsidRPr="007C30DC" w:rsidRDefault="00925357" w:rsidP="009253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zdobywa wiadomości z zakresu organizacji i zarządzania czasem. </w:t>
            </w:r>
          </w:p>
        </w:tc>
      </w:tr>
      <w:tr w:rsidR="0085747A" w:rsidRPr="009C54AE" w14:paraId="6C5E1BB5" w14:textId="77777777" w:rsidTr="00923D7D">
        <w:tc>
          <w:tcPr>
            <w:tcW w:w="851" w:type="dxa"/>
            <w:vAlign w:val="center"/>
          </w:tcPr>
          <w:p w14:paraId="40431513" w14:textId="77777777" w:rsidR="0085747A" w:rsidRPr="007C30DC" w:rsidRDefault="00925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991CD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688C607A" w14:textId="77777777" w:rsidR="0085747A" w:rsidRPr="007C30DC" w:rsidRDefault="00925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dotycząca elementów zarządzania czasem.</w:t>
            </w:r>
          </w:p>
        </w:tc>
      </w:tr>
      <w:tr w:rsidR="0085747A" w:rsidRPr="009C54AE" w14:paraId="7E28037D" w14:textId="77777777" w:rsidTr="00923D7D">
        <w:tc>
          <w:tcPr>
            <w:tcW w:w="851" w:type="dxa"/>
            <w:vAlign w:val="center"/>
          </w:tcPr>
          <w:p w14:paraId="7159E477" w14:textId="77777777" w:rsidR="0085747A" w:rsidRPr="007C30DC" w:rsidRDefault="00991C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9E90DC" w14:textId="77777777" w:rsidR="0085747A" w:rsidRPr="007C30DC" w:rsidRDefault="0059250F" w:rsidP="005925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umie zarządzać pracą własną i podległego zespołu oraz odpowiednio gospodarować czasem pracy.</w:t>
            </w:r>
          </w:p>
        </w:tc>
      </w:tr>
    </w:tbl>
    <w:p w14:paraId="601ABB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A1EA4C" w14:textId="77777777" w:rsidR="007520A8" w:rsidRPr="009C54AE" w:rsidRDefault="009F4610" w:rsidP="0032251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48B0869" w14:textId="77777777" w:rsidTr="0071620A">
        <w:tc>
          <w:tcPr>
            <w:tcW w:w="1701" w:type="dxa"/>
            <w:vAlign w:val="center"/>
          </w:tcPr>
          <w:p w14:paraId="6AA66A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D4646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C1534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DC8123D" w14:textId="77777777" w:rsidTr="005E6E85">
        <w:tc>
          <w:tcPr>
            <w:tcW w:w="1701" w:type="dxa"/>
          </w:tcPr>
          <w:p w14:paraId="54CE6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C6010CA" w14:textId="77777777" w:rsidR="0085747A" w:rsidRPr="009C54AE" w:rsidRDefault="00452EEB" w:rsidP="00452E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ścieżki projektowania własnego rozwoju w obszarze pracy socjalnej.</w:t>
            </w:r>
          </w:p>
        </w:tc>
        <w:tc>
          <w:tcPr>
            <w:tcW w:w="1873" w:type="dxa"/>
          </w:tcPr>
          <w:p w14:paraId="5C70C87C" w14:textId="77777777" w:rsidR="0085747A" w:rsidRPr="009C54AE" w:rsidRDefault="00452E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14:paraId="3CD02A25" w14:textId="77777777" w:rsidTr="005E6E85">
        <w:tc>
          <w:tcPr>
            <w:tcW w:w="1701" w:type="dxa"/>
          </w:tcPr>
          <w:p w14:paraId="2F709C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376E3" w14:textId="77777777" w:rsidR="0085747A" w:rsidRPr="009C54AE" w:rsidRDefault="00452EEB" w:rsidP="00BE0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i uzasadnia ludzkie zachowania, ich motywy</w:t>
            </w:r>
            <w:r w:rsidR="00BE03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1949977" w14:textId="77777777" w:rsidR="0085747A" w:rsidRPr="009C54AE" w:rsidRDefault="00BE03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85747A" w:rsidRPr="009C54AE" w14:paraId="3FB15311" w14:textId="77777777" w:rsidTr="005E6E85">
        <w:tc>
          <w:tcPr>
            <w:tcW w:w="1701" w:type="dxa"/>
          </w:tcPr>
          <w:p w14:paraId="18EDA4F6" w14:textId="77777777" w:rsidR="0085747A" w:rsidRPr="009C54AE" w:rsidRDefault="00BE03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DE364C" w14:textId="77777777" w:rsidR="0085747A" w:rsidRPr="009C54AE" w:rsidRDefault="00BE0385" w:rsidP="00BE0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Inicjuje działania na rzecz interesu publicznego.</w:t>
            </w:r>
          </w:p>
        </w:tc>
        <w:tc>
          <w:tcPr>
            <w:tcW w:w="1873" w:type="dxa"/>
          </w:tcPr>
          <w:p w14:paraId="3AD60602" w14:textId="77777777" w:rsidR="0085747A" w:rsidRPr="009C54AE" w:rsidRDefault="00BE03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E0385" w:rsidRPr="009C54AE" w14:paraId="672FDCB2" w14:textId="77777777" w:rsidTr="005E6E85">
        <w:tc>
          <w:tcPr>
            <w:tcW w:w="1701" w:type="dxa"/>
          </w:tcPr>
          <w:p w14:paraId="10CC92F0" w14:textId="77777777" w:rsidR="00BE0385" w:rsidRPr="009C54AE" w:rsidRDefault="00BE03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2DB9E9" w14:textId="77777777" w:rsidR="00BE0385" w:rsidRPr="009C54AE" w:rsidRDefault="00BE0385" w:rsidP="00BE0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zdobytą wiedzę do rozstrzygania kwestii etycznych pojawiających się w pracy zawodowej. </w:t>
            </w:r>
          </w:p>
        </w:tc>
        <w:tc>
          <w:tcPr>
            <w:tcW w:w="1873" w:type="dxa"/>
          </w:tcPr>
          <w:p w14:paraId="5C41E660" w14:textId="77777777" w:rsidR="00BE0385" w:rsidRPr="009C54AE" w:rsidRDefault="00BE03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23281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9017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0DB59D6" w14:textId="77777777" w:rsidR="00675843" w:rsidRPr="00385C16" w:rsidRDefault="0085747A" w:rsidP="00385C1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CB9BE0C" w14:textId="77777777" w:rsidTr="00923D7D">
        <w:tc>
          <w:tcPr>
            <w:tcW w:w="9639" w:type="dxa"/>
          </w:tcPr>
          <w:p w14:paraId="2A1257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7E2CEDB" w14:textId="77777777" w:rsidTr="00923D7D">
        <w:tc>
          <w:tcPr>
            <w:tcW w:w="9639" w:type="dxa"/>
          </w:tcPr>
          <w:p w14:paraId="1CBC890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2669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E8180" w14:textId="77777777" w:rsidR="0085747A" w:rsidRPr="00385C16" w:rsidRDefault="0085747A" w:rsidP="00385C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0CE4119" w14:textId="77777777" w:rsidTr="00923D7D">
        <w:tc>
          <w:tcPr>
            <w:tcW w:w="9639" w:type="dxa"/>
          </w:tcPr>
          <w:p w14:paraId="42DAD9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F563DA8" w14:textId="77777777" w:rsidTr="00923D7D">
        <w:tc>
          <w:tcPr>
            <w:tcW w:w="9639" w:type="dxa"/>
          </w:tcPr>
          <w:p w14:paraId="63A440C9" w14:textId="77777777" w:rsidR="0085747A" w:rsidRPr="009C54AE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organizacyjne. Omówienie podstawowej literatury i warunków zaliczenia. Podstawowe zagadnienia z zakresu zarządzania czasem.</w:t>
            </w:r>
          </w:p>
        </w:tc>
      </w:tr>
      <w:tr w:rsidR="0085747A" w:rsidRPr="009C54AE" w14:paraId="7240169C" w14:textId="77777777" w:rsidTr="00923D7D">
        <w:tc>
          <w:tcPr>
            <w:tcW w:w="9639" w:type="dxa"/>
          </w:tcPr>
          <w:p w14:paraId="1A881952" w14:textId="77777777" w:rsidR="0085747A" w:rsidRPr="009C54AE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 naszym życiu. Odczuwanie czasu. Kontinuum czasowe. Pozyskiwanie czasu. Podnoszenie osobistej efektywności.</w:t>
            </w:r>
          </w:p>
        </w:tc>
      </w:tr>
      <w:tr w:rsidR="0085747A" w:rsidRPr="009C54AE" w14:paraId="484F15EC" w14:textId="77777777" w:rsidTr="00923D7D">
        <w:tc>
          <w:tcPr>
            <w:tcW w:w="9639" w:type="dxa"/>
          </w:tcPr>
          <w:p w14:paraId="1FB044E0" w14:textId="77777777" w:rsidR="0085747A" w:rsidRPr="009C54AE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zarządzania czasem: określenie celu, planowanie, podejmowanie decyzji, realizacja, kontrola.</w:t>
            </w:r>
          </w:p>
        </w:tc>
      </w:tr>
      <w:tr w:rsidR="00D96573" w:rsidRPr="009C54AE" w14:paraId="78ED5F9D" w14:textId="77777777" w:rsidTr="00923D7D">
        <w:tc>
          <w:tcPr>
            <w:tcW w:w="9639" w:type="dxa"/>
          </w:tcPr>
          <w:p w14:paraId="1D08E2B1" w14:textId="77777777" w:rsidR="00D96573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zarządzania czasem. Podstawowe zasady zarządzania czasem.</w:t>
            </w:r>
          </w:p>
        </w:tc>
      </w:tr>
      <w:tr w:rsidR="00D96573" w:rsidRPr="009C54AE" w14:paraId="72F399D8" w14:textId="77777777" w:rsidTr="00923D7D">
        <w:tc>
          <w:tcPr>
            <w:tcW w:w="9639" w:type="dxa"/>
          </w:tcPr>
          <w:p w14:paraId="4579F688" w14:textId="77777777" w:rsidR="00D96573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„Pożeracze” czasu.  Zdefiniowanie problemu.</w:t>
            </w:r>
          </w:p>
        </w:tc>
      </w:tr>
      <w:tr w:rsidR="00D96573" w:rsidRPr="009C54AE" w14:paraId="726FB19C" w14:textId="77777777" w:rsidTr="00923D7D">
        <w:tc>
          <w:tcPr>
            <w:tcW w:w="9639" w:type="dxa"/>
          </w:tcPr>
          <w:p w14:paraId="0661D687" w14:textId="77777777" w:rsidR="00D96573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Praca. Pojęcie i funkcje pracy w życiu człowieka. Istota zarządzania, przywództwo.</w:t>
            </w:r>
          </w:p>
        </w:tc>
      </w:tr>
      <w:tr w:rsidR="00D96573" w:rsidRPr="009C54AE" w14:paraId="3CD05304" w14:textId="77777777" w:rsidTr="00923D7D">
        <w:tc>
          <w:tcPr>
            <w:tcW w:w="9639" w:type="dxa"/>
          </w:tcPr>
          <w:p w14:paraId="41FDB332" w14:textId="77777777" w:rsidR="00D96573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 pracy. Czas w organizacjach. Elastyczne formy czasu pracy. Praca menedżerów.</w:t>
            </w:r>
          </w:p>
        </w:tc>
      </w:tr>
      <w:tr w:rsidR="00D96573" w:rsidRPr="009C54AE" w14:paraId="664FB327" w14:textId="77777777" w:rsidTr="00923D7D">
        <w:tc>
          <w:tcPr>
            <w:tcW w:w="9639" w:type="dxa"/>
          </w:tcPr>
          <w:p w14:paraId="1F0D8FBB" w14:textId="77777777" w:rsidR="00D96573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Awans, kariera, sukces. Kariery i ich uwarunkowania.</w:t>
            </w:r>
          </w:p>
        </w:tc>
      </w:tr>
      <w:tr w:rsidR="00D96573" w:rsidRPr="009C54AE" w14:paraId="70C4AA79" w14:textId="77777777" w:rsidTr="00923D7D">
        <w:tc>
          <w:tcPr>
            <w:tcW w:w="9639" w:type="dxa"/>
          </w:tcPr>
          <w:p w14:paraId="1A98BE2E" w14:textId="77777777" w:rsidR="00D96573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planowania kariery.</w:t>
            </w:r>
          </w:p>
        </w:tc>
      </w:tr>
      <w:tr w:rsidR="00D96573" w:rsidRPr="009C54AE" w14:paraId="23EA06C8" w14:textId="77777777" w:rsidTr="00923D7D">
        <w:tc>
          <w:tcPr>
            <w:tcW w:w="9639" w:type="dxa"/>
          </w:tcPr>
          <w:p w14:paraId="43CCD3E6" w14:textId="77777777" w:rsidR="00D96573" w:rsidRDefault="00D96573" w:rsidP="005925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samym sobą.</w:t>
            </w:r>
          </w:p>
        </w:tc>
      </w:tr>
      <w:tr w:rsidR="00D96573" w:rsidRPr="009C54AE" w14:paraId="4615902F" w14:textId="77777777" w:rsidTr="00923D7D">
        <w:tc>
          <w:tcPr>
            <w:tcW w:w="9639" w:type="dxa"/>
          </w:tcPr>
          <w:p w14:paraId="6412F388" w14:textId="77777777" w:rsidR="00D96573" w:rsidRDefault="00D965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Mocne i słabe strony.</w:t>
            </w:r>
          </w:p>
        </w:tc>
      </w:tr>
      <w:tr w:rsidR="00D96573" w:rsidRPr="009C54AE" w14:paraId="450A4301" w14:textId="77777777" w:rsidTr="00923D7D">
        <w:tc>
          <w:tcPr>
            <w:tcW w:w="9639" w:type="dxa"/>
          </w:tcPr>
          <w:p w14:paraId="44492481" w14:textId="77777777" w:rsidR="00D96573" w:rsidRDefault="00D96573" w:rsidP="00D965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wolny i sposoby jego wykorzystania.</w:t>
            </w:r>
          </w:p>
        </w:tc>
      </w:tr>
    </w:tbl>
    <w:p w14:paraId="35B9448C" w14:textId="77777777" w:rsidR="00991CDC" w:rsidRDefault="00991CD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F8777C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0A69EE" w14:textId="77777777" w:rsidR="003064D8" w:rsidRDefault="003064D8" w:rsidP="003064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wykład z prezentacją multimedialną, analiza tekstów z dyskusją, praca w grupach (dyskusja)</w:t>
      </w:r>
      <w:r w:rsidR="0033230E">
        <w:rPr>
          <w:rFonts w:ascii="Corbel" w:hAnsi="Corbel"/>
          <w:b w:val="0"/>
          <w:smallCaps w:val="0"/>
          <w:szCs w:val="24"/>
        </w:rPr>
        <w:t>.</w:t>
      </w:r>
    </w:p>
    <w:p w14:paraId="498E8D20" w14:textId="77777777" w:rsidR="009C4B1C" w:rsidRDefault="009C4B1C" w:rsidP="003064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F145" w14:textId="77777777" w:rsidR="009C4B1C" w:rsidRDefault="009C4B1C" w:rsidP="003064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CCC71" w14:textId="77777777" w:rsidR="009C4B1C" w:rsidRDefault="009C4B1C" w:rsidP="003064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9BE5F1" w14:textId="77777777" w:rsidR="009C4B1C" w:rsidRDefault="009C4B1C" w:rsidP="003064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D10EB0" w14:textId="77777777" w:rsidR="009C4B1C" w:rsidRDefault="009C4B1C" w:rsidP="003064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2D625B" w14:textId="77777777" w:rsidR="009C4B1C" w:rsidRPr="009C54AE" w:rsidRDefault="009C4B1C" w:rsidP="003064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336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DB0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5BB4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8F874" w14:textId="77777777" w:rsidR="0085747A" w:rsidRPr="00385C16" w:rsidRDefault="0085747A" w:rsidP="00385C1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1FC15B" w14:textId="77777777" w:rsidTr="00C05F44">
        <w:tc>
          <w:tcPr>
            <w:tcW w:w="1985" w:type="dxa"/>
            <w:vAlign w:val="center"/>
          </w:tcPr>
          <w:p w14:paraId="41D065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2D057B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C22C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30F6E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7CA0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6F3F951" w14:textId="77777777" w:rsidTr="00C05F44">
        <w:tc>
          <w:tcPr>
            <w:tcW w:w="1985" w:type="dxa"/>
          </w:tcPr>
          <w:p w14:paraId="0F49B0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8F797D2" w14:textId="77777777" w:rsidR="0085747A" w:rsidRPr="00322519" w:rsidRDefault="009B6E6A" w:rsidP="009B6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251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8809FC" w14:textId="77777777" w:rsidR="0085747A" w:rsidRPr="009C54AE" w:rsidRDefault="001632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32F3B5A3" w14:textId="77777777" w:rsidTr="00C05F44">
        <w:tc>
          <w:tcPr>
            <w:tcW w:w="1985" w:type="dxa"/>
          </w:tcPr>
          <w:p w14:paraId="28B05A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07ED605" w14:textId="77777777" w:rsidR="0085747A" w:rsidRPr="009C54AE" w:rsidRDefault="001632A7" w:rsidP="001632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E54778" w14:textId="77777777" w:rsidR="0085747A" w:rsidRPr="009C54AE" w:rsidRDefault="001632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B6E6A" w:rsidRPr="009C54AE" w14:paraId="468DA83A" w14:textId="77777777" w:rsidTr="00C05F44">
        <w:tc>
          <w:tcPr>
            <w:tcW w:w="1985" w:type="dxa"/>
          </w:tcPr>
          <w:p w14:paraId="4A8C0F8C" w14:textId="77777777" w:rsidR="009B6E6A" w:rsidRPr="009C54AE" w:rsidRDefault="009B6E6A" w:rsidP="003605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A3D45D2" w14:textId="77777777" w:rsidR="009B6E6A" w:rsidRPr="009C54AE" w:rsidRDefault="009B6E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AC92EF" w14:textId="77777777" w:rsidR="009B6E6A" w:rsidRPr="009C54AE" w:rsidRDefault="001632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B6E6A" w:rsidRPr="009C54AE" w14:paraId="4BA98C62" w14:textId="77777777" w:rsidTr="00C05F44">
        <w:tc>
          <w:tcPr>
            <w:tcW w:w="1985" w:type="dxa"/>
          </w:tcPr>
          <w:p w14:paraId="437B84E6" w14:textId="77777777" w:rsidR="009B6E6A" w:rsidRPr="009C54AE" w:rsidRDefault="009B6E6A" w:rsidP="003605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4A63E7F" w14:textId="77777777" w:rsidR="009B6E6A" w:rsidRPr="009C54AE" w:rsidRDefault="009B6E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8B89143" w14:textId="77777777" w:rsidR="009B6E6A" w:rsidRPr="009C54AE" w:rsidRDefault="001632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27B6B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06FE" w14:textId="77777777" w:rsidR="00923D7D" w:rsidRPr="009C54AE" w:rsidRDefault="003E1941" w:rsidP="0032251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B77FA4" w14:textId="77777777" w:rsidTr="00923D7D">
        <w:tc>
          <w:tcPr>
            <w:tcW w:w="9670" w:type="dxa"/>
          </w:tcPr>
          <w:p w14:paraId="47BEF485" w14:textId="77777777" w:rsidR="0085747A" w:rsidRPr="009C54AE" w:rsidRDefault="003902DB" w:rsidP="00390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i  w 60 proc. ocena z kolokwium.</w:t>
            </w:r>
          </w:p>
        </w:tc>
      </w:tr>
    </w:tbl>
    <w:p w14:paraId="31A86A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0D8BDB" w14:textId="77777777" w:rsidR="0085747A" w:rsidRPr="00385C16" w:rsidRDefault="0085747A" w:rsidP="00385C1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260"/>
      </w:tblGrid>
      <w:tr w:rsidR="0085747A" w:rsidRPr="009C54AE" w14:paraId="34A469B6" w14:textId="77777777" w:rsidTr="00385C16">
        <w:tc>
          <w:tcPr>
            <w:tcW w:w="6379" w:type="dxa"/>
            <w:vAlign w:val="center"/>
          </w:tcPr>
          <w:p w14:paraId="13BB0D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14:paraId="09F26F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7E8ED04" w14:textId="77777777" w:rsidTr="00385C16">
        <w:tc>
          <w:tcPr>
            <w:tcW w:w="6379" w:type="dxa"/>
          </w:tcPr>
          <w:p w14:paraId="227840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60" w:type="dxa"/>
          </w:tcPr>
          <w:p w14:paraId="7A4804B1" w14:textId="77777777" w:rsidR="0085747A" w:rsidRPr="009C54AE" w:rsidRDefault="009B6E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2D5A8B" w14:textId="77777777" w:rsidTr="00385C16">
        <w:tc>
          <w:tcPr>
            <w:tcW w:w="6379" w:type="dxa"/>
          </w:tcPr>
          <w:p w14:paraId="7DD98F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E71E4B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14:paraId="125FEDAA" w14:textId="77777777" w:rsidR="00C61DC5" w:rsidRPr="009C54AE" w:rsidRDefault="009B6E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50C6AF" w14:textId="77777777" w:rsidTr="00385C16">
        <w:tc>
          <w:tcPr>
            <w:tcW w:w="6379" w:type="dxa"/>
          </w:tcPr>
          <w:p w14:paraId="37F73A6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28916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14:paraId="002B61BA" w14:textId="77777777" w:rsidR="00C61DC5" w:rsidRPr="009C54AE" w:rsidRDefault="009B6E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11369A8" w14:textId="77777777" w:rsidTr="00385C16">
        <w:tc>
          <w:tcPr>
            <w:tcW w:w="6379" w:type="dxa"/>
          </w:tcPr>
          <w:p w14:paraId="04E2DE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14:paraId="0E731C5A" w14:textId="77777777" w:rsidR="0085747A" w:rsidRPr="009C54AE" w:rsidRDefault="00F642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28CB4" w14:textId="77777777" w:rsidTr="00385C16">
        <w:tc>
          <w:tcPr>
            <w:tcW w:w="6379" w:type="dxa"/>
          </w:tcPr>
          <w:p w14:paraId="10C93E6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14:paraId="136ADBE5" w14:textId="77777777" w:rsidR="0085747A" w:rsidRPr="009C54AE" w:rsidRDefault="00F642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C5C84D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60454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4F9314" w14:textId="77777777" w:rsidR="0085747A" w:rsidRPr="009C54AE" w:rsidRDefault="0071620A" w:rsidP="00385C1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14:paraId="12E15553" w14:textId="77777777" w:rsidTr="00322519">
        <w:trPr>
          <w:trHeight w:val="397"/>
        </w:trPr>
        <w:tc>
          <w:tcPr>
            <w:tcW w:w="4111" w:type="dxa"/>
          </w:tcPr>
          <w:p w14:paraId="13CA6C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C3F02A" w14:textId="77777777" w:rsidR="0085747A" w:rsidRPr="009C54AE" w:rsidRDefault="009C4B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88F5DB3" w14:textId="77777777" w:rsidTr="00322519">
        <w:trPr>
          <w:trHeight w:val="397"/>
        </w:trPr>
        <w:tc>
          <w:tcPr>
            <w:tcW w:w="4111" w:type="dxa"/>
          </w:tcPr>
          <w:p w14:paraId="699311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0E102D" w14:textId="77777777" w:rsidR="0085747A" w:rsidRPr="009C54AE" w:rsidRDefault="009C4B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4F0A5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A6E1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03DCE18F" w14:textId="77777777" w:rsidTr="00322519">
        <w:trPr>
          <w:trHeight w:val="397"/>
        </w:trPr>
        <w:tc>
          <w:tcPr>
            <w:tcW w:w="9781" w:type="dxa"/>
          </w:tcPr>
          <w:p w14:paraId="2C33E8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5DE639" w14:textId="7B4BB079" w:rsidR="00063D03" w:rsidRDefault="00063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Bieniok H.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(2010). </w:t>
            </w: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czasem. Poradnik dla mało efektywnych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56128A" w14:textId="61BABEE7" w:rsidR="00063D03" w:rsidRDefault="00063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Drucker P.F.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(2010). </w:t>
            </w: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Zarządzanie w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121F50" w14:textId="382C8EA9" w:rsidR="00063D03" w:rsidRDefault="00063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Hołtyn H.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Czas w życiu i w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47F81C" w14:textId="2FAEC1BB" w:rsidR="00063D03" w:rsidRDefault="00063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(2006).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Harvard Business Essentials, Warszawa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061EEB" w14:textId="0CBFBADD" w:rsidR="00063D03" w:rsidRPr="00322519" w:rsidRDefault="00063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Sztompka P.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(2002). </w:t>
            </w: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Socjologia,</w:t>
            </w:r>
            <w:r w:rsidR="00322519">
              <w:rPr>
                <w:rFonts w:ascii="Corbel" w:hAnsi="Corbel"/>
                <w:b w:val="0"/>
                <w:smallCaps w:val="0"/>
                <w:szCs w:val="24"/>
              </w:rPr>
              <w:t xml:space="preserve"> Kraków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902DB" w14:paraId="1E18E47F" w14:textId="77777777" w:rsidTr="00322519">
        <w:trPr>
          <w:trHeight w:val="397"/>
        </w:trPr>
        <w:tc>
          <w:tcPr>
            <w:tcW w:w="9781" w:type="dxa"/>
          </w:tcPr>
          <w:p w14:paraId="4BC5E9A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1F9E0" w14:textId="63E98316" w:rsidR="00063D03" w:rsidRDefault="00063D03" w:rsidP="00063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Adamiec M., Kożusznik B.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(2001).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Sztuka zarządzania sobą</w:t>
            </w:r>
            <w:r w:rsidR="00F642CE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AFBB50F" w14:textId="12F1F933" w:rsidR="00063D03" w:rsidRDefault="00063D03" w:rsidP="00063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Marek-Zborowska B.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Kobiety sukcesu i ich kariery w województwie podkarpackim</w:t>
            </w:r>
            <w:r w:rsidR="004F0B2C">
              <w:rPr>
                <w:rFonts w:ascii="Corbel" w:hAnsi="Corbel"/>
                <w:b w:val="0"/>
                <w:smallCaps w:val="0"/>
                <w:szCs w:val="24"/>
              </w:rPr>
              <w:t>, Rzeszów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5DBA25" w14:textId="07509824" w:rsidR="00063D03" w:rsidRDefault="00063D03" w:rsidP="00063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Seiwert L.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(1998).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czasem. Bądź panem własnego losu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BB090A" w14:textId="0114A2ED" w:rsidR="00063D03" w:rsidRDefault="00063D03" w:rsidP="00063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Tracy B.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(2009).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D56982E" w14:textId="4404B001" w:rsidR="00063D03" w:rsidRPr="00322519" w:rsidRDefault="002C0E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tooltip="MAREK ADAMIEC" w:history="1">
              <w:r w:rsidR="00F642CE" w:rsidRPr="00F642CE">
                <w:rPr>
                  <w:rFonts w:ascii="Corbel" w:hAnsi="Corbel"/>
                  <w:b w:val="0"/>
                  <w:smallCaps w:val="0"/>
                  <w:szCs w:val="24"/>
                </w:rPr>
                <w:t>Adamiec</w:t>
              </w:r>
            </w:hyperlink>
            <w:r w:rsidR="00F642CE" w:rsidRPr="00F642CE">
              <w:rPr>
                <w:rFonts w:ascii="Corbel" w:hAnsi="Corbel"/>
                <w:b w:val="0"/>
                <w:smallCaps w:val="0"/>
                <w:szCs w:val="24"/>
              </w:rPr>
              <w:t xml:space="preserve"> M., Kożusznik B.</w:t>
            </w:r>
            <w:r w:rsidR="00D66186">
              <w:rPr>
                <w:rFonts w:ascii="Corbel" w:hAnsi="Corbel"/>
                <w:b w:val="0"/>
                <w:smallCaps w:val="0"/>
                <w:szCs w:val="24"/>
              </w:rPr>
              <w:t xml:space="preserve"> (2001).</w:t>
            </w:r>
            <w:r w:rsidR="00F642CE" w:rsidRPr="00F642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642CE"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Sztuka zarządzania sobą</w:t>
            </w:r>
            <w:r w:rsidR="00F642CE" w:rsidRPr="00F642CE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902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C029010" w14:textId="77777777" w:rsidR="0085747A" w:rsidRPr="003902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A7B37D" w14:textId="77777777" w:rsidR="00063D03" w:rsidRPr="009C4B1C" w:rsidRDefault="0085747A" w:rsidP="00D661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63D03" w:rsidRPr="009C4B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49862" w14:textId="77777777" w:rsidR="002C0E60" w:rsidRDefault="002C0E60" w:rsidP="00C16ABF">
      <w:pPr>
        <w:spacing w:after="0" w:line="240" w:lineRule="auto"/>
      </w:pPr>
      <w:r>
        <w:separator/>
      </w:r>
    </w:p>
  </w:endnote>
  <w:endnote w:type="continuationSeparator" w:id="0">
    <w:p w14:paraId="6552C51B" w14:textId="77777777" w:rsidR="002C0E60" w:rsidRDefault="002C0E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41667" w14:textId="77777777" w:rsidR="002C0E60" w:rsidRDefault="002C0E60" w:rsidP="00C16ABF">
      <w:pPr>
        <w:spacing w:after="0" w:line="240" w:lineRule="auto"/>
      </w:pPr>
      <w:r>
        <w:separator/>
      </w:r>
    </w:p>
  </w:footnote>
  <w:footnote w:type="continuationSeparator" w:id="0">
    <w:p w14:paraId="08DC2570" w14:textId="77777777" w:rsidR="002C0E60" w:rsidRDefault="002C0E60" w:rsidP="00C16ABF">
      <w:pPr>
        <w:spacing w:after="0" w:line="240" w:lineRule="auto"/>
      </w:pPr>
      <w:r>
        <w:continuationSeparator/>
      </w:r>
    </w:p>
  </w:footnote>
  <w:footnote w:id="1">
    <w:p w14:paraId="0CAD0B6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D0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2A7"/>
    <w:rsid w:val="001640A7"/>
    <w:rsid w:val="00164FA7"/>
    <w:rsid w:val="00166A03"/>
    <w:rsid w:val="001718A7"/>
    <w:rsid w:val="001737CF"/>
    <w:rsid w:val="00176083"/>
    <w:rsid w:val="00192F37"/>
    <w:rsid w:val="001972F5"/>
    <w:rsid w:val="001A70D2"/>
    <w:rsid w:val="001C05C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E60"/>
    <w:rsid w:val="002C1F06"/>
    <w:rsid w:val="002D25BB"/>
    <w:rsid w:val="002D3375"/>
    <w:rsid w:val="002D73D4"/>
    <w:rsid w:val="002F02A3"/>
    <w:rsid w:val="002F4ABE"/>
    <w:rsid w:val="003018BA"/>
    <w:rsid w:val="0030395F"/>
    <w:rsid w:val="00305C92"/>
    <w:rsid w:val="003064D8"/>
    <w:rsid w:val="003151C5"/>
    <w:rsid w:val="00322519"/>
    <w:rsid w:val="0033230E"/>
    <w:rsid w:val="003343CF"/>
    <w:rsid w:val="003345E8"/>
    <w:rsid w:val="00346FE9"/>
    <w:rsid w:val="0034759A"/>
    <w:rsid w:val="003503F6"/>
    <w:rsid w:val="003530DD"/>
    <w:rsid w:val="00360501"/>
    <w:rsid w:val="00363F78"/>
    <w:rsid w:val="00376941"/>
    <w:rsid w:val="00385C16"/>
    <w:rsid w:val="003902DB"/>
    <w:rsid w:val="003A0A5B"/>
    <w:rsid w:val="003A1176"/>
    <w:rsid w:val="003C0BAE"/>
    <w:rsid w:val="003D18A9"/>
    <w:rsid w:val="003D6CE2"/>
    <w:rsid w:val="003E1941"/>
    <w:rsid w:val="003E2B7B"/>
    <w:rsid w:val="003E2FE6"/>
    <w:rsid w:val="003E49D5"/>
    <w:rsid w:val="003F205D"/>
    <w:rsid w:val="003F38C0"/>
    <w:rsid w:val="003F77E2"/>
    <w:rsid w:val="00414E3C"/>
    <w:rsid w:val="0042244A"/>
    <w:rsid w:val="0042745A"/>
    <w:rsid w:val="00431D5C"/>
    <w:rsid w:val="004362C6"/>
    <w:rsid w:val="00437FA2"/>
    <w:rsid w:val="00445970"/>
    <w:rsid w:val="00452EEB"/>
    <w:rsid w:val="00461EFC"/>
    <w:rsid w:val="004652C2"/>
    <w:rsid w:val="004660E1"/>
    <w:rsid w:val="004706D1"/>
    <w:rsid w:val="00471326"/>
    <w:rsid w:val="0047598D"/>
    <w:rsid w:val="004840FD"/>
    <w:rsid w:val="00490F7D"/>
    <w:rsid w:val="00491678"/>
    <w:rsid w:val="004968E2"/>
    <w:rsid w:val="004A3EEA"/>
    <w:rsid w:val="004A475C"/>
    <w:rsid w:val="004A4D1F"/>
    <w:rsid w:val="004C2233"/>
    <w:rsid w:val="004C3F3F"/>
    <w:rsid w:val="004C74BD"/>
    <w:rsid w:val="004D5282"/>
    <w:rsid w:val="004F0B2C"/>
    <w:rsid w:val="004F1551"/>
    <w:rsid w:val="004F25CE"/>
    <w:rsid w:val="004F55A3"/>
    <w:rsid w:val="0050496F"/>
    <w:rsid w:val="00513B6F"/>
    <w:rsid w:val="0051680E"/>
    <w:rsid w:val="00517C63"/>
    <w:rsid w:val="005363C4"/>
    <w:rsid w:val="00536BDE"/>
    <w:rsid w:val="00543ACC"/>
    <w:rsid w:val="0056696D"/>
    <w:rsid w:val="0057197F"/>
    <w:rsid w:val="0059250F"/>
    <w:rsid w:val="0059484D"/>
    <w:rsid w:val="005A0855"/>
    <w:rsid w:val="005A3196"/>
    <w:rsid w:val="005C080F"/>
    <w:rsid w:val="005C55E5"/>
    <w:rsid w:val="005C696A"/>
    <w:rsid w:val="005E6E85"/>
    <w:rsid w:val="005F31D2"/>
    <w:rsid w:val="005F5DA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A86"/>
    <w:rsid w:val="006D050F"/>
    <w:rsid w:val="006D6139"/>
    <w:rsid w:val="006E5D65"/>
    <w:rsid w:val="006F1282"/>
    <w:rsid w:val="006F1FBC"/>
    <w:rsid w:val="006F31E2"/>
    <w:rsid w:val="00706544"/>
    <w:rsid w:val="007072BA"/>
    <w:rsid w:val="00707B58"/>
    <w:rsid w:val="0071620A"/>
    <w:rsid w:val="00724677"/>
    <w:rsid w:val="00725337"/>
    <w:rsid w:val="00725459"/>
    <w:rsid w:val="007327BD"/>
    <w:rsid w:val="00734608"/>
    <w:rsid w:val="00745302"/>
    <w:rsid w:val="007461D6"/>
    <w:rsid w:val="00746EC8"/>
    <w:rsid w:val="007520A8"/>
    <w:rsid w:val="00763BF1"/>
    <w:rsid w:val="00766FD4"/>
    <w:rsid w:val="0078168C"/>
    <w:rsid w:val="00787C2A"/>
    <w:rsid w:val="00790E27"/>
    <w:rsid w:val="007A4022"/>
    <w:rsid w:val="007A6E6E"/>
    <w:rsid w:val="007C30DC"/>
    <w:rsid w:val="007C3299"/>
    <w:rsid w:val="007C3BCC"/>
    <w:rsid w:val="007C4546"/>
    <w:rsid w:val="007D6E56"/>
    <w:rsid w:val="007F4155"/>
    <w:rsid w:val="00813A93"/>
    <w:rsid w:val="0081554D"/>
    <w:rsid w:val="0081707E"/>
    <w:rsid w:val="008449B3"/>
    <w:rsid w:val="00851B7D"/>
    <w:rsid w:val="008552A2"/>
    <w:rsid w:val="0085747A"/>
    <w:rsid w:val="00884922"/>
    <w:rsid w:val="00885F64"/>
    <w:rsid w:val="008917F9"/>
    <w:rsid w:val="00897C8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57"/>
    <w:rsid w:val="009508DF"/>
    <w:rsid w:val="00950DAC"/>
    <w:rsid w:val="00954A07"/>
    <w:rsid w:val="00991CDC"/>
    <w:rsid w:val="00997F14"/>
    <w:rsid w:val="009A78D9"/>
    <w:rsid w:val="009B6E6A"/>
    <w:rsid w:val="009C3E31"/>
    <w:rsid w:val="009C4B1C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A7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C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D83"/>
    <w:rsid w:val="00BD3869"/>
    <w:rsid w:val="00BD66E9"/>
    <w:rsid w:val="00BD6FF4"/>
    <w:rsid w:val="00BE038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FF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186"/>
    <w:rsid w:val="00D74119"/>
    <w:rsid w:val="00D8075B"/>
    <w:rsid w:val="00D8678B"/>
    <w:rsid w:val="00D96573"/>
    <w:rsid w:val="00DA2114"/>
    <w:rsid w:val="00DE09C0"/>
    <w:rsid w:val="00DE4A14"/>
    <w:rsid w:val="00DF320D"/>
    <w:rsid w:val="00DF71C8"/>
    <w:rsid w:val="00E01041"/>
    <w:rsid w:val="00E129B8"/>
    <w:rsid w:val="00E1741F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2C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6B4E"/>
  <w15:docId w15:val="{64A9EB21-1676-4945-862A-DED5FE80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063D0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3D0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63D03"/>
    <w:rPr>
      <w:rFonts w:ascii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063D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iegarnia-ekonomiczna.com.pl/modules.php?name=Sklep&amp;plik=lista&amp;nazwa=osoba&amp;id=1415&amp;hthost=1&amp;store_id=2&amp;store_id=2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64453-6E54-457B-A3C9-9FA061FC85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27172B-1428-482E-A88D-563453DAADF9}"/>
</file>

<file path=customXml/itemProps3.xml><?xml version="1.0" encoding="utf-8"?>
<ds:datastoreItem xmlns:ds="http://schemas.openxmlformats.org/officeDocument/2006/customXml" ds:itemID="{7730BA75-D77E-4F3A-BC7B-7CE67EA9CF56}"/>
</file>

<file path=customXml/itemProps4.xml><?xml version="1.0" encoding="utf-8"?>
<ds:datastoreItem xmlns:ds="http://schemas.openxmlformats.org/officeDocument/2006/customXml" ds:itemID="{DD766EF7-4A7F-4FA4-A875-B0C70CF8E64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3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5583</CharactersWithSpaces>
  <SharedDoc>false</SharedDoc>
  <HLinks>
    <vt:vector size="6" baseType="variant"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http://www.ksiegarnia-ekonomiczna.com.pl/modules.php?name=Sklep&amp;plik=lista&amp;nazwa=osoba&amp;id=1415&amp;hthost=1&amp;store_id=2&amp;store_id=2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7</cp:revision>
  <cp:lastPrinted>2019-07-05T07:34:00Z</cp:lastPrinted>
  <dcterms:created xsi:type="dcterms:W3CDTF">2020-10-27T11:58:00Z</dcterms:created>
  <dcterms:modified xsi:type="dcterms:W3CDTF">2021-10-01T15:01:00Z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